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6FBF2" w14:textId="77777777" w:rsidR="00BC6A74" w:rsidRPr="00BC6A74" w:rsidRDefault="00BC6A74" w:rsidP="00BC6A7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C6A7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SARS-CoV-2/human/USA/B014778/2022, complete genome</w:t>
      </w:r>
    </w:p>
    <w:p w14:paraId="3D5C3C6B" w14:textId="77777777" w:rsidR="00BC6A74" w:rsidRPr="00BC6A74" w:rsidRDefault="00BC6A74" w:rsidP="00BC6A7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t>GenBank: OM863888.1</w:t>
      </w:r>
    </w:p>
    <w:p w14:paraId="1686B5FB" w14:textId="77777777" w:rsidR="00BC6A74" w:rsidRPr="00BC6A74" w:rsidRDefault="00BC6A74" w:rsidP="00BC6A7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"https://www.ncbi.nlm.nih.gov/nuccore/OM863888.1?report=fasta" </w:instrText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6A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"https://www.ncbi.nlm.nih.gov/nuccore/OM863888.1?report=graph" </w:instrText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6A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63888.1"/>
    <w:bookmarkEnd w:id="1"/>
    <w:p w14:paraId="4900213F" w14:textId="77777777" w:rsidR="00BC6A74" w:rsidRPr="00BC6A74" w:rsidRDefault="00BC6A74" w:rsidP="00BC6A7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"https://www.ncbi.nlm.nih.gov/nuccore/OM863888.1" \l "goto2200866685_0" </w:instrText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C6A7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C6A7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508372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LOCUS       OM863888               29684 bp    RNA     linear   VRL 28-FEB-2022</w:t>
      </w:r>
    </w:p>
    <w:p w14:paraId="473938D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945C61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SARS-CoV-2/human/USA/B014778/2022, complete genome.</w:t>
      </w:r>
    </w:p>
    <w:p w14:paraId="04CCB56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ACCESSION   OM863888</w:t>
      </w:r>
    </w:p>
    <w:p w14:paraId="3C58C71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VERSION     OM863888.1</w:t>
      </w:r>
    </w:p>
    <w:p w14:paraId="34DA11C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E7B12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"https://www.ncbi.nlm.nih.gov/biosample/SAMN26311714"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SAMN26311714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847DD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8DD46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BE4885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4F2D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DA1990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B78FA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B2D54F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55204D6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53458C6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2E28498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5A99680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39BAC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29684)</w:t>
      </w:r>
    </w:p>
    <w:p w14:paraId="23BF280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776F762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0A1569D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89969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Department of Biomedical Informatics,</w:t>
      </w:r>
    </w:p>
    <w:p w14:paraId="2363485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32DB2D0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1D5AAC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63888.1"/>
      <w:bookmarkEnd w:id="2"/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A8B026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via Artic v1.2.1</w:t>
      </w:r>
    </w:p>
    <w:p w14:paraId="01E7DFA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377C6A1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3AFE5BA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0E229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63888.1"/>
      <w:bookmarkEnd w:id="3"/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51619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1..29684</w:t>
      </w:r>
    </w:p>
    <w:p w14:paraId="651A48F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C6E9EB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CBFB5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E772F0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/isolate="SARS-CoV-2/human/USA/B014778/2022"</w:t>
      </w:r>
    </w:p>
    <w:p w14:paraId="3D53C5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51DF0F1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51D3B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33294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48C486D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/collection_date="2022-01-24"</w:t>
      </w:r>
    </w:p>
    <w:p w14:paraId="36763A2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"https://www.ncbi.nlm.nih.gov/nuccore/OM863888.1?from=212&amp;to=21489"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0A1C5A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88F8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"https://www.ncbi.nlm.nih.gov/nuccore/OM863888.1?location=212:13402,13402:21489"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7418060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AC84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D54A49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3B62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84023C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"https://www.ncbi.nlm.nih.gov/protein/2200866686"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UMB22040.1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A91C0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A4FBE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60B21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9C3E9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1B2AA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F415C0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7389C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07A457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C8489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795989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0B49C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1ADD6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6AC2D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622D3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6D036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2936D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C2A234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97818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A51F19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AEE36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4560E2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469C90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53049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E3DAE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052167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48352D7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1F3F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D5B29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31A87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19CED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215C6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8E1F79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FE5296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5737AA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34AE0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055B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95E0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ACEA16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12483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69BD2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8B349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A6DB5E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DE88DC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94C9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FDD11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74B7D8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1B8EE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A459B6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B68228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5005F0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4AFAF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98ACA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C9A56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7F3745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1C3CD8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FB19C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BC0364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EFC8F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4FC9C6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A08962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675FAC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721F0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C12049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A46805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DB5D2D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36617B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EA77A6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2A0F957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2E6AEC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6CB13D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C5880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001769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32EB80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2578B9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393D2E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90F1C6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C224A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A0567E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C6FA9B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2CF80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D840A6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D8FCF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108455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55956A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F5F01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CAEB0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5A7CB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13CAA8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F669CE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E9D91D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DF2027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854BD5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5F051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7848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48648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E8D1AA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6446D1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A1A892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70BE5D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E7E73E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431413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0A045E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FA5B39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2E75C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0C45C5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817066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65CF82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7A9CB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803632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44FEC81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D4E47A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F1EFDA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2F6980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9326D7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E9EB8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A1D29F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BDFB4C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027448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D7BFF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90A732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0F019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622376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9B38C1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811E7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"https://www.ncbi.nlm.nih.gov/protein/UMB22040.1?from=1&amp;to=180"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1EF075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8786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2F05C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"https://www.ncbi.nlm.nih.gov/protein/UMB22040.1?from=181&amp;to=818"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2FE247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9123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ECD8C6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"https://www.ncbi.nlm.nih.gov/protein/UMB22040.1?from=819&amp;to=2762"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E90D20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D6BC6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D075F9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"https://www.ncbi.nlm.nih.gov/protein/UMB22040.1?from=2763&amp;to=3262"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EE9F97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4487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2D995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"https://www.ncbi.nlm.nih.gov/protein/UMB22040.1?from=3263&amp;to=3568"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A612FD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6427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E1DCB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"https://www.ncbi.nlm.nih.gov/protein/UMB22040.1?from=3569&amp;to=3855"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FDD963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7F91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7AF98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"https://www.ncbi.nlm.nih.gov/protein/UMB22040.1?from=3856&amp;to=3938"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2C2E57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EAD09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51052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"https://www.ncbi.nlm.nih.gov/protein/UMB22040.1?from=3939&amp;to=4136"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F3F69E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EC0B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C4607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"https://www.ncbi.nlm.nih.gov/protein/UMB22040.1?from=4137&amp;to=4249"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4B54E0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F67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B1231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"https://www.ncbi.nlm.nih.gov/protein/UMB22040.1?from=4250&amp;to=4388"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A9AE6B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0F1E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9C664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"https://www.ncbi.nlm.nih.gov/protein/UMB22040.1?from=4389&amp;to=5320"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D0CC9A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A1AC7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6146B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"https://www.ncbi.nlm.nih.gov/protein/UMB22040.1?from=5321&amp;to=5921"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6DE1AD7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8C52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23FA2F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"https://www.ncbi.nlm.nih.gov/protein/UMB22040.1?from=5922&amp;to=6448"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E5B89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C1CF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3B1008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"https://www.ncbi.nlm.nih.gov/protein/UMB22040.1?from=6449&amp;to=6794"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86E4D8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112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03C81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"https://www.ncbi.nlm.nih.gov/protein/UMB22040.1?from=6795&amp;to=7092"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C470D4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D64C2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434D78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"https://www.ncbi.nlm.nih.gov/nuccore/OM863888.1?from=212&amp;to=13417"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6A3C27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44BD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CD35B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928E7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"https://www.ncbi.nlm.nih.gov/protein/2200866687"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UMB22041.1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6F3A2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117A1D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A9B3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356B2B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12480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622DE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88C0D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5A55C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99F8E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FEDA92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7E253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667A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7F4A5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54203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637B7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84A6F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068C6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0442AA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223F73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D0EB6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31E48F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672E4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67B11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A00870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1491E0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12413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5BF3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9F3B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1B535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D728F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C4B96D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E7CE9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EE42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7C6CE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46989B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D42D9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9E6792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9C207C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3B17C3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F72DC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7A44FC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94BA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5B8A9A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51EF3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5318F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0F1FC4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E68C2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3F6DE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C6BD7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35E8FC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BEF5E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EC62B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494622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86FB5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4650BC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3819C9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E61621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8FDC5C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A995BE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687DE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BB1A7A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978C09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0881AA1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67F00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70200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78A4E9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F5D5B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14A5A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424896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8B73C8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89A15A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3CB4B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5EE2B5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D01BEC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70018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9CB1C5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00C0B0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910E7D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"https://www.ncbi.nlm.nih.gov/protein/UMB22041.1?from=1&amp;to=180"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899D43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FA1B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59BD1D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"https://www.ncbi.nlm.nih.gov/protein/UMB22041.1?from=181&amp;to=818"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5CE997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190E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814D6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"https://www.ncbi.nlm.nih.gov/protein/UMB22041.1?from=819&amp;to=2762"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C84486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B8B2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759C2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"https://www.ncbi.nlm.nih.gov/protein/UMB22041.1?from=2763&amp;to=3262"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8F34C5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C59CB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193DB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"https://www.ncbi.nlm.nih.gov/protein/UMB22041.1?from=3263&amp;to=3568"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3627D3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A5CA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70686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"https://www.ncbi.nlm.nih.gov/protein/UMB22041.1?from=3569&amp;to=3855"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662F2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07DC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6E5A0E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"https://www.ncbi.nlm.nih.gov/protein/UMB22041.1?from=3856&amp;to=3938"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25B33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7B2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DA4AC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"https://www.ncbi.nlm.nih.gov/protein/UMB22041.1?from=3939&amp;to=4136"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173682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F219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6889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"https://www.ncbi.nlm.nih.gov/protein/UMB22041.1?from=4137&amp;to=4249"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A5F9B6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9C82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0DDFBB0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"https://www.ncbi.nlm.nih.gov/protein/UMB22041.1?from=4250&amp;to=4388"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B1622D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2F6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F5BF5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"https://www.ncbi.nlm.nih.gov/protein/UMB22041.1?from=4389&amp;to=4401"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38BB637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3E92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D737E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"https://www.ncbi.nlm.nih.gov/nuccore/OM863888.1?from=13410&amp;to=13437"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2C76F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FEF6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09114A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D1D4E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"https://www.ncbi.nlm.nih.gov/nuccore/OM863888.1?from=13422&amp;to=13476"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54E2AA3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A9E91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5ECAC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296F8F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"https://www.ncbi.nlm.nih.gov/nuccore/OM863888.1?from=21497&amp;to=25309"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34D9AAB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7714E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"https://www.ncbi.nlm.nih.gov/nuccore/OM863888.1?from=21497&amp;to=25309"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C69EDB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D21CE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AB175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FAB4D8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"https://www.ncbi.nlm.nih.gov/protein/2200866688"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UMB22042.1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C9331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6B9E26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42F7C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CD100A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913D8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96640E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2D4CEF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FGEVFNATKFASVYAWNRKRISNCVADYSVLYNLAPFFTFKCYGVSPTKLNDLCFTNV</w:t>
      </w:r>
    </w:p>
    <w:p w14:paraId="2915770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785484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F33814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5F22E7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6ED909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2D14A1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213849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1D12A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05D43A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4F9FE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5A5F06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A04B9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24EFBB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B1A61E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3E29F7D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B16AE5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02AAC9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"https://www.ncbi.nlm.nih.gov/nuccore/OM863888.1?from=25318&amp;to=26145"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602B582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E16DF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"https://www.ncbi.nlm.nih.gov/nuccore/OM863888.1?from=25318&amp;to=26145"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584567F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B3301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490B1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F3B73A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"https://www.ncbi.nlm.nih.gov/protein/2200866689"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UMB22043.1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D0C8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2BBDE1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C43F12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586FBA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670D5A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1C1A3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"https://www.ncbi.nlm.nih.gov/nuccore/OM863888.1?from=26170&amp;to=26397"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CB3608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889FC5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"https://www.ncbi.nlm.nih.gov/nuccore/OM863888.1?from=26170&amp;to=26397"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10A2A0C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9FDA4F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AF63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D869E3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UMB22044.1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71B9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5E8D1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FCC700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"https://www.ncbi.nlm.nih.gov/nuccore/OM863888.1?from=26448&amp;to=27116"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40F1F72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A3B21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"https://www.ncbi.nlm.nih.gov/nuccore/OM863888.1?from=26448&amp;to=27116"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2BF4002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AB6FC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06C79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423C58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"https://www.ncbi.nlm.nih.gov/protein/2200866691"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UMB22045.1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5E4F9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C205BD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07087A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811A44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7D82C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B42765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"https://www.ncbi.nlm.nih.gov/nuccore/OM863888.1?from=27127&amp;to=27312"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3FC1F92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807D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"https://www.ncbi.nlm.nih.gov/nuccore/OM863888.1?from=27127&amp;to=27312"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4F6BB36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CD78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98F9D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1B5D9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UMB22046.1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60B56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11C0A8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BCDD72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"https://www.ncbi.nlm.nih.gov/nuccore/OM863888.1?from=27319&amp;to=27684"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72C2FC4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543FB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"https://www.ncbi.nlm.nih.gov/nuccore/OM863888.1?from=27319&amp;to=27684"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641C9A0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4EF7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82A94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A6168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"https://www.ncbi.nlm.nih.gov/protein/2200866693"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UMB22047.1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BA7F2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2ABB8C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0DD89E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015A2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"https://www.ncbi.nlm.nih.gov/nuccore/OM863888.1?from=27681&amp;to=27812"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54ECA3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4B04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"https://www.ncbi.nlm.nih.gov/nuccore/OM863888.1?from=27681&amp;to=27812"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7A014FB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5C6B9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982B3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3BFA3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UMB22048.1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F0EF6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B1DCE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"https://www.ncbi.nlm.nih.gov/nuccore/OM863888.1?from=27819&amp;to=28184"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01828E3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97ACC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"https://www.ncbi.nlm.nih.gov/nuccore/OM863888.1?from=27819&amp;to=28184"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3DCD0AD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26B62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280ED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1CDA84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"https://www.ncbi.nlm.nih.gov/protein/2200866695"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UMB22049.1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BD1CF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70CBE3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EE939D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45BBC7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"https://www.ncbi.nlm.nih.gov/nuccore/OM863888.1?from=28199&amp;to=29449"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2E5B4F7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0487B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"https://www.ncbi.nlm.nih.gov/nuccore/OM863888.1?from=28199&amp;to=29449"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8D61D4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2E7C1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5C899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417B8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"https://www.ncbi.nlm.nih.gov/protein/2200866696"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UMB22050.1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15B07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41FFF0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A8881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1DE99F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3C4BAB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3D3B1A1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F6452D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6CA2F2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5800EC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"https://www.ncbi.nlm.nih.gov/nuccore/OM863888.1?from=29474&amp;to=29590"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CC5100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0423D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"https://www.ncbi.nlm.nih.gov/nuccore/OM863888.1?from=29474&amp;to=29590"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1CDF1C3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4B07A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28EE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E114F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"https://www.ncbi.nlm.nih.gov/protein/2200866697"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UMB22051.1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ED90C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5D9299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"https://www.ncbi.nlm.nih.gov/nuccore/OM863888.1?from=29525&amp;to=29560"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71C993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2E77E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4BB614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"https://www.ncbi.nlm.nih.gov/nuccore/OM863888.1?from=29545&amp;to=29573"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438F40F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BB7C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8A5F1A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"https://www.ncbi.nlm.nih.gov/nuccore/OM863888.1?from=29644&amp;to=29684" </w:instrTex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C6A7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7133A77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5AC9B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9DE45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63888.1"/>
      <w:bookmarkEnd w:id="4"/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F09C7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527E9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27345CD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EDA59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9983E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09797A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2A29D9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38395B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A13B0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705988C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35E043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79CD5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6B2412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F7B46D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75AA59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B8F5DC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60CB56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09795F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26120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3235E6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1EE8C43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taaagaaggt gccactactt gtggttactt accccaaaat gctgttgtta aaatttattg</w:t>
      </w:r>
    </w:p>
    <w:p w14:paraId="62BB8FE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08C4D4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17EB8F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58B0A2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211C1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E40E51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AA08C6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C36187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256568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542D1E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F7ABE9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2EDAE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338EA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975DE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9D5D4E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B554C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260E4E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A39874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5C08365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421894B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40F3CA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795ACC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6412224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6BA3C1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51A0E6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4A8247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18B21A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197B1C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38C078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E09463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4D6AD9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ACDD03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4B8E84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4B4BF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5241A3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50ECC6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3C57BF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A32858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F3A80F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272382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2E21C3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762671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tttggaaatg aagagtgaaa agcaagttga acaaaagatc gctgagattc ctaaagagga</w:t>
      </w:r>
    </w:p>
    <w:p w14:paraId="3518CA4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314A3C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9DB62D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06C3E6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3A3D7C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F98E02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6DB23B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FF6C3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8BCCE2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E3CE0D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08A86E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D66FE6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3397F4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FD43E1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C5F429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D8A57D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F58F42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29A56C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600D4E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8F3B6D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8BA670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20EE98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121E18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BD5805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8AA297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7306284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E4408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30344B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F70E10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8757F4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EA0369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335BCF8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434FAC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F859FD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245235D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0E7D25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87E3D8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E0A8A8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57059D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2338B5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E7624C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56EF1B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agaggacgcg cagggaatgg ataatcttgc ctgcgaagat ctaaaaccag tctctgaaga</w:t>
      </w:r>
    </w:p>
    <w:p w14:paraId="1C3ADA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8E24FB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3D18272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62A29B3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32998F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DDD61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70F00A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3D3E55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3312901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A2E15B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050343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6953A06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83CFC9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66B3D62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1C2C263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4C393E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3E0CEE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127E8C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43198FB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46ABBB5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53E10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8FBC08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D16FA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581B9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7CC6908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68A3D6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707BDEF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5B2553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4202BCC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E10405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5080DF4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7B01D3D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02902C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105B4E3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9D3DB3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6F8C800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C1954B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2D453E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6A3101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48AD407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398EBD3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3FECD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cacgatatta cgcacaacta atggtgactt tttgcatttc ttacctagag tttttagtgc</w:t>
      </w:r>
    </w:p>
    <w:p w14:paraId="51137AB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7357A01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3A6460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1CD8B40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07F9A0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7A44F9C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432FFF9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236D470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324BBFF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F0F9B4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34C4D00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7D6C8EB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48AB6F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73D3E40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2E0284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C76F5B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ABCCB2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47CADCC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4C83B16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733A90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8BB843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CCC24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7E919F0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338FE35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211087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27EE6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696035F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2B0452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FCAA61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7C527CE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038E546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0648CCF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31EBAF2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39ABC82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0E298D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6B16121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8C1677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3EABB33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5C076DD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240EC78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66092C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08F96BA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cttgacactc gtttataaag tttattatgg taatgcttta gatcaagcca tttccatgtg</w:t>
      </w:r>
    </w:p>
    <w:p w14:paraId="63A2846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6CBF6FB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072D8DB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79A2248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5C5F5B3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513ABAE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5521D23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0D896F3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6C7BE9B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8C20AC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724C4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5888743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5DEE36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2C6D1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306277C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4C99C77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4284EBB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05428D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37AEC97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774D25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7B768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22EA0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51CC51B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2668434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08E9210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2A4F2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3CF89E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8D7FC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0107857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1898503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64B39D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EF6878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2B9C10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6B30466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360AFAB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E41625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0D66D3B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3CD3DB3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68E4D8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C41583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31E1E87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2A0A0D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tatgattttg tagaaaaccc agatatatta cgcgtatacg ccaacttagg tgaacgtgta</w:t>
      </w:r>
    </w:p>
    <w:p w14:paraId="2747DA2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0A89204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49A70A6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28479C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5E4D22A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5037A70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20EA3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06A868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5C295C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4F7A62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BAD243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C526DC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14B310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CA3E3E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66B0E6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441363A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36E2AA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30C414D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6D609E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EC0987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DA6FD5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7A524EE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42A981E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7BEA60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69759AB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5FBD2D3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777D069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127317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457074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9BEA4E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21C90CA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38F761A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056AD8C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6F0A32B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75485EB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746649D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132C130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1CE2BD8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18C95B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957780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3BA3638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062E0F7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tattgtaaat cacataaacc acccattagt tttccattgt gtgctaatgg acaagttttt</w:t>
      </w:r>
    </w:p>
    <w:p w14:paraId="3014A89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2393961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FF110B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E1C51E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6F7F78D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84AB89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3598BB4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3F5613C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644253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F9D442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F4BDF2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CBC153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2685934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D6EDC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114142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0A556D5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A50684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9BDB5E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0DF727C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DBE734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E59778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794A94B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3D37E5E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47BBC6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39F70A4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5551A68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386F2C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1C0B8DC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024A22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10ACB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4633DD2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EB8DC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24F1882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100265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DCBB4F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AEA4E0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39BF7A3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1C17C5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76CC951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21813C2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75ED5A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2DBB21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agaaaggttc aacacatggt tgttaaagct gcattattag cagacaaatt cccagttctt</w:t>
      </w:r>
    </w:p>
    <w:p w14:paraId="7EFEBA3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D3A21A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0A2ABA1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2432192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30FC300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55CC741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1F8E322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2D26EAE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490F10A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61FF14A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1C96FF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77DA24C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6C11D3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398B834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837232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64BDD5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77734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324753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8B2DEA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115AF8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7FB7A3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058DC98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2B794FF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67FE276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C3A5E6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6437F6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67BC69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357F95A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7A9E1ED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1F11BD6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069CD5B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49C0970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C6E48B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DE9AE7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78D7C8D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09412C1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44425C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569ED1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2BB9E5E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5B662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10F38B4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A3381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aaaggtagac ttataattag agaaaacaac agagttgtta tttctagtga tgttcttgtt</w:t>
      </w:r>
    </w:p>
    <w:p w14:paraId="550C5E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56905D8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7B62137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C92626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16D5C1B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217466A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993468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2064AF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7675D07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20CB926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CBBD77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0D46324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904525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15D6DCE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6EE607F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9CDBFA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353ECAA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44F23A9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tggtgaagtt tttaacgcca ccaaatttgc atctgtttat gcttggaaca ggaagagaat</w:t>
      </w:r>
    </w:p>
    <w:p w14:paraId="1BBEBA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F0D4A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3C00678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768F67A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688367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taataagctt gattctaagg ttagtggtaa ttataattac ctgtatagat tgtttaggaa</w:t>
      </w:r>
    </w:p>
    <w:p w14:paraId="629DD06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5B50547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33C5EFD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B8DE57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DA7E29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4CAC79B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FC670E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4AE5CDF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6D1C6A1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61E752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09823F8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64CCD5F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21396B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2DC0B3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3EA83C0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7132DE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5D50FE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9D0A72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4A8610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tgaagatcta cttttcaaca aagtgacact tgcagatgct ggcttcatca aacaatatgg</w:t>
      </w:r>
    </w:p>
    <w:p w14:paraId="0A9EFA5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FF5FF2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6B4A02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1157CD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06F997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0460760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039BC85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0A60E85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2BD9F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7FA1B76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7A05FB6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28A8A8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27F1AE2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7DB37FE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6A3E004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79CA0E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7ED53E8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5CC392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16BA4A7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3C880C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3E00B37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3BF2F63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72DD599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0C341D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4DC08C8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6EDBC0D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7F8252A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5AA647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34DD8DF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329CEB7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4901214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B6732E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117CC8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90D913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3888935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6A8A535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57AB1FE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5AF45DE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6BC23C9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159BE52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8B37AF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8810F2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acggtactat taccgttgaa gagcttaaaa agctccttga agaatggaac ctagtaatag</w:t>
      </w:r>
    </w:p>
    <w:p w14:paraId="4A2E1DB5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663695D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571F91A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1239C1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7E290CA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07D84A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0FB686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68577A8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F051F3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028AFFA3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297DB98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5742409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23B3B5B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404F32C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95BDB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13FEBED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EEC25C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347338A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435189A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A1AB8D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E31DC8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39E631BC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4F0EDB7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0805C90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60FE143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0E5A79C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FFF253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A44230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630067C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219B46B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5CF5B8F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59C6DD89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3D2DB4E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D80C2A1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6FB7586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67C65C6D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3FD49DA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5AB2257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F54B08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6F052AD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344A825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2977B2B4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cactaaagca tacaatgtaa cacaagcttt cggcagacgt ggtccagaac aaacccaagg</w:t>
      </w:r>
    </w:p>
    <w:p w14:paraId="700F6E77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1B0DCB96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7B47F2CF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123AEDA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79BCF710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15F0C42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16662C1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68B6990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401A0C4B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42567628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09FFBF5E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335D1CAA" w14:textId="77777777" w:rsidR="00BC6A74" w:rsidRPr="00BC6A74" w:rsidRDefault="00BC6A74" w:rsidP="00BC6A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C6A7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1A75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A7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C6A74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8F305"/>
  <w15:chartTrackingRefBased/>
  <w15:docId w15:val="{DBAE6997-1030-324C-90CC-FF484605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04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1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1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10781</Words>
  <Characters>61457</Characters>
  <Application>Microsoft Office Word</Application>
  <DocSecurity>0</DocSecurity>
  <Lines>512</Lines>
  <Paragraphs>144</Paragraphs>
  <ScaleCrop>false</ScaleCrop>
  <Company/>
  <LinksUpToDate>false</LinksUpToDate>
  <CharactersWithSpaces>72094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2023-02-03T12:35:00Z</dcterms:created>
  <dcterms:modified xsi:type="dcterms:W3CDTF">2023-02-03T12:36:00Z</dcterms:modified>
</cp:coreProperties>
</file>